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44C1E6" w14:textId="40296CA9" w:rsidR="00CC4524" w:rsidRDefault="00CC4524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KULUDE HÜVITAMINE</w:t>
      </w:r>
    </w:p>
    <w:p w14:paraId="127C827E" w14:textId="1AE36F25" w:rsidR="00553DF6" w:rsidRDefault="00553DF6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alias w:val="Sisestage oma nimi:"/>
        <w:tag w:val="Sisestage oma nimi:"/>
        <w:id w:val="670610259"/>
        <w:placeholder>
          <w:docPart w:val="E24ED94247064063AF90DA8C9B55B1AD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EndPr/>
      <w:sdtContent>
        <w:p w14:paraId="4DA6E6BD" w14:textId="45B89052" w:rsidR="00553DF6" w:rsidRPr="00A5747E" w:rsidRDefault="009C3010" w:rsidP="00553DF6">
          <w:pPr>
            <w:pStyle w:val="Kontaktteave"/>
            <w:ind w:hanging="426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Rein Tafenau</w:t>
          </w:r>
        </w:p>
      </w:sdtContent>
    </w:sdt>
    <w:p w14:paraId="16EEC362" w14:textId="548572CE" w:rsidR="00553DF6" w:rsidRPr="00A5747E" w:rsidRDefault="00553DF6" w:rsidP="00CC4524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</w:t>
      </w:r>
      <w:r w:rsidRPr="00A5747E">
        <w:rPr>
          <w:rFonts w:ascii="Times New Roman" w:hAnsi="Times New Roman" w:cs="Times New Roman"/>
          <w:sz w:val="24"/>
          <w:szCs w:val="24"/>
        </w:rPr>
        <w:t xml:space="preserve"> nimi </w:t>
      </w:r>
      <w:r w:rsidR="009C3010">
        <w:rPr>
          <w:rFonts w:ascii="Times New Roman" w:hAnsi="Times New Roman" w:cs="Times New Roman"/>
          <w:sz w:val="24"/>
          <w:szCs w:val="24"/>
        </w:rPr>
        <w:t>: MTÜ VILSANDI VABATAHTLIK MEREPÄÄSTE</w:t>
      </w:r>
    </w:p>
    <w:p w14:paraId="60CA32CF" w14:textId="79DB5D15" w:rsidR="00553DF6" w:rsidRPr="00A5747E" w:rsidRDefault="009C301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Kusti, Vilsandi küla, Saaremaa vald</w:t>
      </w:r>
    </w:p>
    <w:p w14:paraId="480C0F7B" w14:textId="3863C21A" w:rsidR="00553DF6" w:rsidRPr="00A5747E" w:rsidRDefault="009C3010" w:rsidP="00553DF6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Saare maakond, 93421</w:t>
      </w:r>
    </w:p>
    <w:p w14:paraId="47B97471" w14:textId="0535FFD7" w:rsidR="00553DF6" w:rsidRDefault="009630B9" w:rsidP="00CC4524">
      <w:pPr>
        <w:pStyle w:val="Dat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BA9D93B8D953403389575DBB4FADBB1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EndPr/>
        <w:sdtContent>
          <w:r w:rsidR="009C3010">
            <w:rPr>
              <w:rFonts w:ascii="Times New Roman" w:hAnsi="Times New Roman" w:cs="Times New Roman"/>
              <w:sz w:val="24"/>
              <w:szCs w:val="24"/>
            </w:rPr>
            <w:t>Tel: +372 503 7465</w:t>
          </w:r>
        </w:sdtContent>
      </w:sdt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7C28179" w14:textId="419F5FD7" w:rsidR="00CC4524" w:rsidRPr="00CC4524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 xml:space="preserve">Palun kirjeldage, milliseid kulutusi soovite hüvitada ja nende eesmärke (nt remont, hooldus,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koolitus kulud</w:t>
            </w: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>, varustuse soetamine jne).</w:t>
            </w:r>
          </w:p>
        </w:tc>
      </w:tr>
      <w:tr w:rsidR="00642DCE" w:rsidRPr="008E093A" w14:paraId="5A6AC1E6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2458"/>
              <w:gridCol w:w="1276"/>
              <w:gridCol w:w="1562"/>
              <w:gridCol w:w="2935"/>
            </w:tblGrid>
            <w:tr w:rsidR="00642DCE" w:rsidRPr="00EB29B0" w14:paraId="442F534B" w14:textId="77777777" w:rsidTr="00642DCE">
              <w:tc>
                <w:tcPr>
                  <w:tcW w:w="1562" w:type="dxa"/>
                  <w:shd w:val="clear" w:color="auto" w:fill="D9D9D9" w:themeFill="background1" w:themeFillShade="D9"/>
                </w:tcPr>
                <w:p w14:paraId="432983BC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Kulutuse tüüp</w:t>
                  </w:r>
                </w:p>
              </w:tc>
              <w:tc>
                <w:tcPr>
                  <w:tcW w:w="2458" w:type="dxa"/>
                  <w:shd w:val="clear" w:color="auto" w:fill="D9D9D9" w:themeFill="background1" w:themeFillShade="D9"/>
                </w:tcPr>
                <w:p w14:paraId="2AAF91F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Kirjeldus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2C7FCCA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Summa (EUR)</w:t>
                  </w:r>
                </w:p>
              </w:tc>
              <w:tc>
                <w:tcPr>
                  <w:tcW w:w="1562" w:type="dxa"/>
                  <w:shd w:val="clear" w:color="auto" w:fill="D9D9D9" w:themeFill="background1" w:themeFillShade="D9"/>
                </w:tcPr>
                <w:p w14:paraId="3DDB22A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 kuupäev</w:t>
                  </w:r>
                </w:p>
              </w:tc>
              <w:tc>
                <w:tcPr>
                  <w:tcW w:w="2935" w:type="dxa"/>
                  <w:shd w:val="clear" w:color="auto" w:fill="D9D9D9" w:themeFill="background1" w:themeFillShade="D9"/>
                </w:tcPr>
                <w:p w14:paraId="1ACCF71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Seos 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ennetustöö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/merepäästetööga </w:t>
                  </w:r>
                </w:p>
              </w:tc>
            </w:tr>
            <w:tr w:rsidR="00642DCE" w14:paraId="11B82948" w14:textId="77777777" w:rsidTr="00642DCE">
              <w:tc>
                <w:tcPr>
                  <w:tcW w:w="1562" w:type="dxa"/>
                </w:tcPr>
                <w:p w14:paraId="669B3158" w14:textId="03A49747" w:rsidR="00642DCE" w:rsidRPr="00642DCE" w:rsidRDefault="009C301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Hooldus</w:t>
                  </w:r>
                </w:p>
              </w:tc>
              <w:tc>
                <w:tcPr>
                  <w:tcW w:w="2458" w:type="dxa"/>
                </w:tcPr>
                <w:p w14:paraId="6AC0F9A6" w14:textId="5C4C2CCC" w:rsidR="00642DCE" w:rsidRPr="00642DCE" w:rsidRDefault="009C301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Merepäästepaadi hooldus</w:t>
                  </w:r>
                </w:p>
              </w:tc>
              <w:tc>
                <w:tcPr>
                  <w:tcW w:w="1276" w:type="dxa"/>
                </w:tcPr>
                <w:p w14:paraId="083638BD" w14:textId="715F7C2D" w:rsidR="00642DCE" w:rsidRPr="00642DCE" w:rsidRDefault="009C301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2269.28</w:t>
                  </w:r>
                </w:p>
              </w:tc>
              <w:tc>
                <w:tcPr>
                  <w:tcW w:w="1562" w:type="dxa"/>
                </w:tcPr>
                <w:p w14:paraId="232B5F90" w14:textId="772BC407" w:rsidR="00642DCE" w:rsidRPr="00642DCE" w:rsidRDefault="009C301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16.11.2024</w:t>
                  </w:r>
                </w:p>
              </w:tc>
              <w:tc>
                <w:tcPr>
                  <w:tcW w:w="2935" w:type="dxa"/>
                </w:tcPr>
                <w:p w14:paraId="51FDD3EE" w14:textId="650C4025" w:rsidR="00642DCE" w:rsidRPr="00642DCE" w:rsidRDefault="009C3010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Töövahend merepäästetöödeks</w:t>
                  </w:r>
                </w:p>
              </w:tc>
            </w:tr>
            <w:tr w:rsidR="00642DCE" w14:paraId="69CE8E98" w14:textId="77777777" w:rsidTr="00642DCE">
              <w:tc>
                <w:tcPr>
                  <w:tcW w:w="1562" w:type="dxa"/>
                </w:tcPr>
                <w:p w14:paraId="61145E2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56C3A4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404C6A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644EC9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D3588D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14AEBBB" w14:textId="77777777" w:rsidTr="00642DCE">
              <w:tc>
                <w:tcPr>
                  <w:tcW w:w="1562" w:type="dxa"/>
                </w:tcPr>
                <w:p w14:paraId="344140C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65FBB4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1A1A07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094C14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35C6A8E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FBFFE36" w14:textId="77777777" w:rsidTr="00642DCE">
              <w:tc>
                <w:tcPr>
                  <w:tcW w:w="1562" w:type="dxa"/>
                </w:tcPr>
                <w:p w14:paraId="57AAADA6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9D490D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AC4A81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572935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78A4D2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52BDC8F" w14:textId="77777777" w:rsidTr="00642DCE">
              <w:tc>
                <w:tcPr>
                  <w:tcW w:w="1562" w:type="dxa"/>
                </w:tcPr>
                <w:p w14:paraId="5388141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2677923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4313C5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FE4D92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96C920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1ABEE88A" w14:textId="77777777" w:rsidTr="00642DCE">
              <w:tc>
                <w:tcPr>
                  <w:tcW w:w="1562" w:type="dxa"/>
                </w:tcPr>
                <w:p w14:paraId="1EB919A4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E196B3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031FCA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B5B7C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E5840E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452D9CCD" w14:textId="77777777" w:rsidTr="00642DCE">
              <w:tc>
                <w:tcPr>
                  <w:tcW w:w="1562" w:type="dxa"/>
                </w:tcPr>
                <w:p w14:paraId="62E6843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06AD1A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CFAAD5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7D7E39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043695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723EA9B6" w14:textId="77777777" w:rsidTr="00642DCE">
              <w:tc>
                <w:tcPr>
                  <w:tcW w:w="1562" w:type="dxa"/>
                </w:tcPr>
                <w:p w14:paraId="01E54F06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51557E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ED9C74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3BFE76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41C719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D056268" w14:textId="77777777" w:rsidTr="00642DCE">
              <w:tc>
                <w:tcPr>
                  <w:tcW w:w="1562" w:type="dxa"/>
                </w:tcPr>
                <w:p w14:paraId="69018E9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BC94BF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4752E2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E77A6B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F42B422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090BB337" w14:textId="77777777" w:rsidTr="00642DCE">
              <w:tc>
                <w:tcPr>
                  <w:tcW w:w="1562" w:type="dxa"/>
                </w:tcPr>
                <w:p w14:paraId="729CF264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0A0BD28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298439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66684D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4603561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76C8B8D" w14:textId="77777777" w:rsidTr="00642DCE">
              <w:tc>
                <w:tcPr>
                  <w:tcW w:w="1562" w:type="dxa"/>
                </w:tcPr>
                <w:p w14:paraId="20E6F13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6BF9EB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038E259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1501A3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90A9E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B558BF2" w14:textId="77777777" w:rsidTr="00642DCE">
              <w:tc>
                <w:tcPr>
                  <w:tcW w:w="1562" w:type="dxa"/>
                </w:tcPr>
                <w:p w14:paraId="3A324C6E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6AAF83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8024C0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B2B52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8060E0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DDC5943" w14:textId="77777777" w:rsidTr="00642DCE">
              <w:tc>
                <w:tcPr>
                  <w:tcW w:w="1562" w:type="dxa"/>
                </w:tcPr>
                <w:p w14:paraId="252ADA3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8018ED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ED2F1A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D8C87A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33BF2C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6EC704E4" w14:textId="77777777" w:rsidTr="00642DCE">
              <w:tc>
                <w:tcPr>
                  <w:tcW w:w="1562" w:type="dxa"/>
                </w:tcPr>
                <w:p w14:paraId="79592AF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CD15AF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69B492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E519F5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1C5B1F2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0CD64EE" w14:textId="77777777" w:rsidTr="00642DCE">
              <w:tc>
                <w:tcPr>
                  <w:tcW w:w="1562" w:type="dxa"/>
                </w:tcPr>
                <w:p w14:paraId="641383FB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BBB166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357BF5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55515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C1E486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50CA38" w14:textId="77777777" w:rsidR="00CC4524" w:rsidRPr="00DB268A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1DC1" w14:textId="77777777" w:rsidR="00CC4524" w:rsidRPr="00E7336D" w:rsidRDefault="00CC4524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E7336D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237EDBEF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 xml:space="preserve">Kas kulud on juba kaetud mõne teise toetuse abil? </w:t>
            </w:r>
            <w:bookmarkStart w:id="0" w:name="_GoBack"/>
            <w:bookmarkEnd w:id="0"/>
            <w:r w:rsidR="009C3010">
              <w:rPr>
                <w:rFonts w:ascii="Times New Roman" w:hAnsi="Times New Roman" w:cs="Times New Roman"/>
                <w:sz w:val="24"/>
                <w:szCs w:val="24"/>
              </w:rPr>
              <w:t xml:space="preserve"> EI</w:t>
            </w:r>
          </w:p>
          <w:p w14:paraId="59F7B343" w14:textId="27B4DA09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642DCE" w14:paraId="2DE7B555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B16E78" w14:textId="77777777" w:rsidR="00642DCE" w:rsidRPr="00E7336D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061245" w14:textId="77777777" w:rsidR="00642DCE" w:rsidRPr="00E7336D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E7336D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ED1DE6" w14:textId="33175AB9" w:rsidR="00642DCE" w:rsidRPr="00E7336D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</w:tc>
      </w:tr>
    </w:tbl>
    <w:p w14:paraId="30B4E9F8" w14:textId="77777777" w:rsidR="00553DF6" w:rsidRPr="00E7336D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E7336D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77777777" w:rsidR="00553DF6" w:rsidRPr="00E7336D" w:rsidRDefault="00EE18E6" w:rsidP="0072381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Taotleja k</w:t>
            </w:r>
            <w:r w:rsidR="00DB268A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8E093A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E7336D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E012" w14:textId="77777777" w:rsidR="00642DCE" w:rsidRPr="00E7336D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  <w:p w14:paraId="1B58A173" w14:textId="77777777" w:rsidR="00553DF6" w:rsidRPr="00E7336D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E7336D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E7336D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A628E3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553DF6" w:rsidRPr="00A628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1DD56" w14:textId="77777777" w:rsidR="009630B9" w:rsidRDefault="009630B9" w:rsidP="00553DF6">
      <w:r>
        <w:separator/>
      </w:r>
    </w:p>
  </w:endnote>
  <w:endnote w:type="continuationSeparator" w:id="0">
    <w:p w14:paraId="4F8D86C7" w14:textId="77777777" w:rsidR="009630B9" w:rsidRDefault="009630B9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301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6AAF4" w14:textId="77777777" w:rsidR="009630B9" w:rsidRDefault="009630B9" w:rsidP="00553DF6">
      <w:r>
        <w:separator/>
      </w:r>
    </w:p>
  </w:footnote>
  <w:footnote w:type="continuationSeparator" w:id="0">
    <w:p w14:paraId="4A24F0C6" w14:textId="77777777" w:rsidR="009630B9" w:rsidRDefault="009630B9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C4E90" w14:textId="1FE36F17" w:rsidR="00F502BD" w:rsidRPr="00F502BD" w:rsidRDefault="00F502BD" w:rsidP="00F502BD">
    <w:pPr>
      <w:pStyle w:val="Header"/>
      <w:ind w:hanging="42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4"/>
    <w:rsid w:val="0006005E"/>
    <w:rsid w:val="001E1BE4"/>
    <w:rsid w:val="00200FAE"/>
    <w:rsid w:val="00252A23"/>
    <w:rsid w:val="00313F8C"/>
    <w:rsid w:val="00334A00"/>
    <w:rsid w:val="003F55B9"/>
    <w:rsid w:val="003F798C"/>
    <w:rsid w:val="00553DF6"/>
    <w:rsid w:val="005555A4"/>
    <w:rsid w:val="0056754F"/>
    <w:rsid w:val="00642DCE"/>
    <w:rsid w:val="00887B31"/>
    <w:rsid w:val="008C46C4"/>
    <w:rsid w:val="009630B9"/>
    <w:rsid w:val="00994A78"/>
    <w:rsid w:val="009C3010"/>
    <w:rsid w:val="00A628E3"/>
    <w:rsid w:val="00AD0E41"/>
    <w:rsid w:val="00B84E10"/>
    <w:rsid w:val="00CC4524"/>
    <w:rsid w:val="00D4718D"/>
    <w:rsid w:val="00D83A8D"/>
    <w:rsid w:val="00DB268A"/>
    <w:rsid w:val="00E7336D"/>
    <w:rsid w:val="00EE18E6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D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D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D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D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HeaderChar">
    <w:name w:val="Header Char"/>
    <w:basedOn w:val="DefaultParagraphFont"/>
    <w:link w:val="Header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l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Date">
    <w:name w:val="Date"/>
    <w:basedOn w:val="Normal"/>
    <w:next w:val="Normal"/>
    <w:link w:val="DateChar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DateChar">
    <w:name w:val="Date Char"/>
    <w:basedOn w:val="DefaultParagraphFont"/>
    <w:link w:val="Date"/>
    <w:uiPriority w:val="2"/>
    <w:rsid w:val="00553DF6"/>
    <w:rPr>
      <w:spacing w:val="4"/>
      <w:kern w:val="0"/>
    </w:rPr>
  </w:style>
  <w:style w:type="paragraph" w:styleId="Footer">
    <w:name w:val="footer"/>
    <w:basedOn w:val="Normal"/>
    <w:link w:val="FooterChar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DF6"/>
  </w:style>
  <w:style w:type="paragraph" w:customStyle="1" w:styleId="Disclaimer">
    <w:name w:val="Disclaimer"/>
    <w:basedOn w:val="Normal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DefaultParagraphFont"/>
    <w:rsid w:val="00553DF6"/>
  </w:style>
  <w:style w:type="table" w:styleId="TableGrid">
    <w:name w:val="Table Grid"/>
    <w:basedOn w:val="TableNorma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24ED94247064063AF90DA8C9B55B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BC154-D81F-4C16-8DA9-D707E327CBBD}"/>
      </w:docPartPr>
      <w:docPartBody>
        <w:p w:rsidR="00BF1834" w:rsidRDefault="00BF1834">
          <w:pPr>
            <w:pStyle w:val="E24ED94247064063AF90DA8C9B55B1AD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BA9D93B8D953403389575DBB4FADB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9B4BA-E30A-4D7A-A9D0-84AE8B5DF15D}"/>
      </w:docPartPr>
      <w:docPartBody>
        <w:p w:rsidR="00BF1834" w:rsidRDefault="00BF1834">
          <w:pPr>
            <w:pStyle w:val="BA9D93B8D953403389575DBB4FADBB12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834"/>
    <w:rsid w:val="005555A4"/>
    <w:rsid w:val="00783ECF"/>
    <w:rsid w:val="00BF1834"/>
    <w:rsid w:val="00D2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4ED94247064063AF90DA8C9B55B1AD">
    <w:name w:val="E24ED94247064063AF90DA8C9B55B1AD"/>
  </w:style>
  <w:style w:type="paragraph" w:customStyle="1" w:styleId="C3A356BCB77F476DBA2A8DA5EE46B375">
    <w:name w:val="C3A356BCB77F476DBA2A8DA5EE46B375"/>
  </w:style>
  <w:style w:type="paragraph" w:customStyle="1" w:styleId="7C13B74621F24AD68B9B8934A08EE45F">
    <w:name w:val="7C13B74621F24AD68B9B8934A08EE45F"/>
  </w:style>
  <w:style w:type="paragraph" w:customStyle="1" w:styleId="BA9D93B8D953403389575DBB4FADBB12">
    <w:name w:val="BA9D93B8D953403389575DBB4FADBB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E02C0-B158-4991-96D2-4F850EE8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kulude hüvitamise taotlusvorm</Template>
  <TotalTime>6</TotalTime>
  <Pages>1</Pages>
  <Words>168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>Tel: +372 503 7465</dc:description>
  <cp:lastModifiedBy>Aive</cp:lastModifiedBy>
  <cp:revision>4</cp:revision>
  <dcterms:created xsi:type="dcterms:W3CDTF">2024-11-17T09:04:00Z</dcterms:created>
  <dcterms:modified xsi:type="dcterms:W3CDTF">2024-11-17T09:11:00Z</dcterms:modified>
  <cp:contentStatus>Rein Tafenau</cp:contentStatus>
</cp:coreProperties>
</file>